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FFF">
        <w:rPr>
          <w:rFonts w:ascii="Arial" w:hAnsi="Arial" w:cs="Arial"/>
          <w:b/>
          <w:caps/>
          <w:sz w:val="28"/>
          <w:szCs w:val="28"/>
        </w:rPr>
        <w:t>1</w:t>
      </w:r>
      <w:r w:rsidR="002C22ED">
        <w:rPr>
          <w:rFonts w:ascii="Arial" w:hAnsi="Arial" w:cs="Arial"/>
          <w:b/>
          <w:caps/>
          <w:sz w:val="28"/>
          <w:szCs w:val="28"/>
        </w:rPr>
        <w:t>7</w:t>
      </w:r>
      <w:r w:rsidR="00275AC5">
        <w:rPr>
          <w:rFonts w:ascii="Arial" w:hAnsi="Arial" w:cs="Arial"/>
          <w:b/>
          <w:caps/>
          <w:sz w:val="28"/>
          <w:szCs w:val="28"/>
        </w:rPr>
        <w:t>87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275AC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75AC5">
              <w:rPr>
                <w:rFonts w:ascii="Arial" w:hAnsi="Arial" w:cs="Arial"/>
                <w:sz w:val="20"/>
                <w:szCs w:val="20"/>
              </w:rPr>
              <w:t xml:space="preserve">o </w:t>
            </w:r>
            <w:proofErr w:type="spellStart"/>
            <w:r w:rsidR="00275AC5">
              <w:rPr>
                <w:rFonts w:ascii="Arial" w:hAnsi="Arial" w:cs="Arial"/>
                <w:sz w:val="20"/>
                <w:szCs w:val="20"/>
              </w:rPr>
              <w:t>cascalhamento</w:t>
            </w:r>
            <w:proofErr w:type="spellEnd"/>
            <w:r w:rsidR="00275AC5">
              <w:rPr>
                <w:rFonts w:ascii="Arial" w:hAnsi="Arial" w:cs="Arial"/>
                <w:sz w:val="20"/>
                <w:szCs w:val="20"/>
              </w:rPr>
              <w:t xml:space="preserve"> da Avenida Diogo Fontes, no Bairro Cidade Nova Jacareí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</w:t>
      </w:r>
      <w:r w:rsidR="00FC1CAD">
        <w:rPr>
          <w:rFonts w:ascii="Arial" w:hAnsi="Arial" w:cs="Arial"/>
        </w:rPr>
        <w:t>a</w:t>
      </w:r>
      <w:r w:rsidR="00FC1CAD" w:rsidRPr="00FC1CAD">
        <w:rPr>
          <w:rFonts w:ascii="Arial" w:hAnsi="Arial" w:cs="Arial"/>
        </w:rPr>
        <w:t xml:space="preserve">o </w:t>
      </w:r>
      <w:proofErr w:type="spellStart"/>
      <w:r w:rsidR="00FC1CAD" w:rsidRPr="00FC1CAD">
        <w:rPr>
          <w:rFonts w:ascii="Arial" w:hAnsi="Arial" w:cs="Arial"/>
        </w:rPr>
        <w:t>cascalhamento</w:t>
      </w:r>
      <w:proofErr w:type="spellEnd"/>
      <w:r w:rsidR="00FC1CAD" w:rsidRPr="00FC1CAD">
        <w:rPr>
          <w:rFonts w:ascii="Arial" w:hAnsi="Arial" w:cs="Arial"/>
        </w:rPr>
        <w:t xml:space="preserve"> da Avenida Diogo Fontes, no Bairro Cidade Nova Jacareí</w:t>
      </w:r>
      <w:r w:rsidR="00BF184D">
        <w:rPr>
          <w:rFonts w:ascii="Arial" w:hAnsi="Arial" w:cs="Arial"/>
        </w:rPr>
        <w:t>.</w:t>
      </w:r>
    </w:p>
    <w:p w:rsidR="007254C4" w:rsidRDefault="007254C4" w:rsidP="00B56DA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Ressaltamos que foram passadas máquina de </w:t>
      </w:r>
      <w:proofErr w:type="spellStart"/>
      <w:r>
        <w:rPr>
          <w:rFonts w:ascii="Arial" w:hAnsi="Arial" w:cs="Arial"/>
          <w:bCs/>
        </w:rPr>
        <w:t>motonivelamento</w:t>
      </w:r>
      <w:proofErr w:type="spellEnd"/>
      <w:r>
        <w:rPr>
          <w:rFonts w:ascii="Arial" w:hAnsi="Arial" w:cs="Arial"/>
          <w:bCs/>
        </w:rPr>
        <w:t xml:space="preserve"> na referida via, entretanto, devido às chuvas dos últimos dias, o local está com muito barro.</w:t>
      </w:r>
    </w:p>
    <w:p w:rsidR="007254C4" w:rsidRDefault="007F3BA0" w:rsidP="00B56DA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Os moradores relatam dificuldades de transitar por ali, pois o barro ocasiona grande risco de acidentes para os veículos e pedestres.</w:t>
      </w:r>
    </w:p>
    <w:bookmarkStart w:id="0" w:name="_GoBack"/>
    <w:bookmarkEnd w:id="0"/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8F388D" w:rsidRDefault="008F38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F388D">
        <w:rPr>
          <w:rFonts w:ascii="Arial" w:hAnsi="Arial" w:cs="Arial"/>
        </w:rPr>
        <w:t>1</w:t>
      </w:r>
      <w:r w:rsidR="00275AC5">
        <w:rPr>
          <w:rFonts w:ascii="Arial" w:hAnsi="Arial" w:cs="Arial"/>
        </w:rPr>
        <w:t>5</w:t>
      </w:r>
      <w:r w:rsidR="00494C8D">
        <w:rPr>
          <w:rFonts w:ascii="Arial" w:hAnsi="Arial" w:cs="Arial"/>
        </w:rPr>
        <w:t xml:space="preserve"> de </w:t>
      </w:r>
      <w:r w:rsidR="008F388D">
        <w:rPr>
          <w:rFonts w:ascii="Arial" w:hAnsi="Arial" w:cs="Arial"/>
        </w:rPr>
        <w:t>agosto</w:t>
      </w:r>
      <w:r w:rsidR="00761285">
        <w:rPr>
          <w:rFonts w:ascii="Arial" w:hAnsi="Arial" w:cs="Arial"/>
        </w:rPr>
        <w:t xml:space="preserve">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5A3A2B" w:rsidRPr="00456152" w:rsidRDefault="009466C8" w:rsidP="0012338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5A3A2B" w:rsidRPr="0045615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75D" w:rsidRDefault="008A675D">
      <w:r>
        <w:separator/>
      </w:r>
    </w:p>
  </w:endnote>
  <w:endnote w:type="continuationSeparator" w:id="0">
    <w:p w:rsidR="008A675D" w:rsidRDefault="008A6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75D" w:rsidRDefault="008A675D">
      <w:r>
        <w:separator/>
      </w:r>
    </w:p>
  </w:footnote>
  <w:footnote w:type="continuationSeparator" w:id="0">
    <w:p w:rsidR="008A675D" w:rsidRDefault="008A67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285">
      <w:rPr>
        <w:rFonts w:ascii="Arial" w:hAnsi="Arial" w:cs="Arial"/>
        <w:b/>
        <w:sz w:val="20"/>
        <w:szCs w:val="20"/>
        <w:u w:val="single"/>
      </w:rPr>
      <w:t>1</w:t>
    </w:r>
    <w:r w:rsidR="00773390">
      <w:rPr>
        <w:rFonts w:ascii="Arial" w:hAnsi="Arial" w:cs="Arial"/>
        <w:b/>
        <w:sz w:val="20"/>
        <w:szCs w:val="20"/>
        <w:u w:val="single"/>
      </w:rPr>
      <w:t>7</w:t>
    </w:r>
    <w:r w:rsidR="0012338D">
      <w:rPr>
        <w:rFonts w:ascii="Arial" w:hAnsi="Arial" w:cs="Arial"/>
        <w:b/>
        <w:sz w:val="20"/>
        <w:szCs w:val="20"/>
        <w:u w:val="single"/>
      </w:rPr>
      <w:t>39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5A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5A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6A1"/>
    <w:rsid w:val="000055C9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0AE6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7DC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04A7"/>
    <w:rsid w:val="000C614A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0791"/>
    <w:rsid w:val="0012338D"/>
    <w:rsid w:val="00123920"/>
    <w:rsid w:val="00136F04"/>
    <w:rsid w:val="00136FE9"/>
    <w:rsid w:val="0014133C"/>
    <w:rsid w:val="00141994"/>
    <w:rsid w:val="0014591F"/>
    <w:rsid w:val="00150EE2"/>
    <w:rsid w:val="00155CDA"/>
    <w:rsid w:val="00156F14"/>
    <w:rsid w:val="00161940"/>
    <w:rsid w:val="001624D9"/>
    <w:rsid w:val="00162ABC"/>
    <w:rsid w:val="00165C75"/>
    <w:rsid w:val="001662E8"/>
    <w:rsid w:val="00170353"/>
    <w:rsid w:val="0017093D"/>
    <w:rsid w:val="00172E81"/>
    <w:rsid w:val="001730A5"/>
    <w:rsid w:val="00173603"/>
    <w:rsid w:val="00175414"/>
    <w:rsid w:val="00175DAE"/>
    <w:rsid w:val="00181CD2"/>
    <w:rsid w:val="00183268"/>
    <w:rsid w:val="001836AD"/>
    <w:rsid w:val="0018630E"/>
    <w:rsid w:val="0018754C"/>
    <w:rsid w:val="00192BE3"/>
    <w:rsid w:val="00193714"/>
    <w:rsid w:val="00193AD0"/>
    <w:rsid w:val="00193FFE"/>
    <w:rsid w:val="00196CBD"/>
    <w:rsid w:val="001A09F2"/>
    <w:rsid w:val="001A18B9"/>
    <w:rsid w:val="001A6F82"/>
    <w:rsid w:val="001A7010"/>
    <w:rsid w:val="001B0773"/>
    <w:rsid w:val="001B4DC2"/>
    <w:rsid w:val="001C12FF"/>
    <w:rsid w:val="001C1BDB"/>
    <w:rsid w:val="001D237A"/>
    <w:rsid w:val="001D7CDC"/>
    <w:rsid w:val="001E06F4"/>
    <w:rsid w:val="001E1214"/>
    <w:rsid w:val="001E2E0F"/>
    <w:rsid w:val="001E5BFD"/>
    <w:rsid w:val="001E786A"/>
    <w:rsid w:val="001F0CBA"/>
    <w:rsid w:val="001F13C3"/>
    <w:rsid w:val="001F4FF1"/>
    <w:rsid w:val="00202776"/>
    <w:rsid w:val="0020388C"/>
    <w:rsid w:val="00204ED7"/>
    <w:rsid w:val="00211AD8"/>
    <w:rsid w:val="00212674"/>
    <w:rsid w:val="002169AE"/>
    <w:rsid w:val="002171A6"/>
    <w:rsid w:val="00222F1F"/>
    <w:rsid w:val="002265F2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5AC5"/>
    <w:rsid w:val="0027798E"/>
    <w:rsid w:val="00280519"/>
    <w:rsid w:val="00280ED7"/>
    <w:rsid w:val="002855E5"/>
    <w:rsid w:val="0028653B"/>
    <w:rsid w:val="0028779F"/>
    <w:rsid w:val="0029029F"/>
    <w:rsid w:val="00291029"/>
    <w:rsid w:val="00297558"/>
    <w:rsid w:val="002A65E7"/>
    <w:rsid w:val="002A7434"/>
    <w:rsid w:val="002B066E"/>
    <w:rsid w:val="002B6241"/>
    <w:rsid w:val="002B6FC1"/>
    <w:rsid w:val="002C221E"/>
    <w:rsid w:val="002C22ED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E5D21"/>
    <w:rsid w:val="002F02DB"/>
    <w:rsid w:val="002F6F34"/>
    <w:rsid w:val="00300532"/>
    <w:rsid w:val="0030168E"/>
    <w:rsid w:val="00305A13"/>
    <w:rsid w:val="00311F37"/>
    <w:rsid w:val="0031563D"/>
    <w:rsid w:val="00317C1A"/>
    <w:rsid w:val="00322BB4"/>
    <w:rsid w:val="00323F0F"/>
    <w:rsid w:val="00325753"/>
    <w:rsid w:val="003334A8"/>
    <w:rsid w:val="00335057"/>
    <w:rsid w:val="00341B94"/>
    <w:rsid w:val="00343838"/>
    <w:rsid w:val="0034556B"/>
    <w:rsid w:val="003471EF"/>
    <w:rsid w:val="00347D5E"/>
    <w:rsid w:val="0035299F"/>
    <w:rsid w:val="00352F4D"/>
    <w:rsid w:val="00357C7A"/>
    <w:rsid w:val="003622DE"/>
    <w:rsid w:val="00364828"/>
    <w:rsid w:val="00370E64"/>
    <w:rsid w:val="0037151C"/>
    <w:rsid w:val="00373D78"/>
    <w:rsid w:val="00375EDC"/>
    <w:rsid w:val="00381797"/>
    <w:rsid w:val="003848C4"/>
    <w:rsid w:val="00384F29"/>
    <w:rsid w:val="00393B17"/>
    <w:rsid w:val="00394FFC"/>
    <w:rsid w:val="00397776"/>
    <w:rsid w:val="00397FF3"/>
    <w:rsid w:val="003A5767"/>
    <w:rsid w:val="003A77BE"/>
    <w:rsid w:val="003B0230"/>
    <w:rsid w:val="003B2043"/>
    <w:rsid w:val="003B3C7B"/>
    <w:rsid w:val="003B4A1E"/>
    <w:rsid w:val="003C48DA"/>
    <w:rsid w:val="003C5D72"/>
    <w:rsid w:val="003C66F7"/>
    <w:rsid w:val="003C74FB"/>
    <w:rsid w:val="003D67B9"/>
    <w:rsid w:val="003D71DB"/>
    <w:rsid w:val="003D74A0"/>
    <w:rsid w:val="003D7732"/>
    <w:rsid w:val="003E17BC"/>
    <w:rsid w:val="003E188F"/>
    <w:rsid w:val="003E40EF"/>
    <w:rsid w:val="003F0CAD"/>
    <w:rsid w:val="003F546A"/>
    <w:rsid w:val="003F62C2"/>
    <w:rsid w:val="003F65AE"/>
    <w:rsid w:val="003F7082"/>
    <w:rsid w:val="00400B1C"/>
    <w:rsid w:val="0040296C"/>
    <w:rsid w:val="00403355"/>
    <w:rsid w:val="004041FD"/>
    <w:rsid w:val="00405AB3"/>
    <w:rsid w:val="0041004D"/>
    <w:rsid w:val="00412795"/>
    <w:rsid w:val="004128E5"/>
    <w:rsid w:val="004148CB"/>
    <w:rsid w:val="004157BB"/>
    <w:rsid w:val="00420430"/>
    <w:rsid w:val="004206B6"/>
    <w:rsid w:val="00421CFF"/>
    <w:rsid w:val="004238B9"/>
    <w:rsid w:val="00424029"/>
    <w:rsid w:val="0042545A"/>
    <w:rsid w:val="00431EED"/>
    <w:rsid w:val="004424D4"/>
    <w:rsid w:val="0044328C"/>
    <w:rsid w:val="00444BCF"/>
    <w:rsid w:val="00452F69"/>
    <w:rsid w:val="00456152"/>
    <w:rsid w:val="00466AD3"/>
    <w:rsid w:val="004703DB"/>
    <w:rsid w:val="00483569"/>
    <w:rsid w:val="0048662A"/>
    <w:rsid w:val="00487D64"/>
    <w:rsid w:val="00493115"/>
    <w:rsid w:val="00494C8D"/>
    <w:rsid w:val="004A53EF"/>
    <w:rsid w:val="004A59AD"/>
    <w:rsid w:val="004A7D59"/>
    <w:rsid w:val="004B4139"/>
    <w:rsid w:val="004C2C30"/>
    <w:rsid w:val="004C53E9"/>
    <w:rsid w:val="004C6C78"/>
    <w:rsid w:val="004C7F0B"/>
    <w:rsid w:val="004D22C3"/>
    <w:rsid w:val="004D2C04"/>
    <w:rsid w:val="004D7321"/>
    <w:rsid w:val="004E06ED"/>
    <w:rsid w:val="004E207B"/>
    <w:rsid w:val="004E2F78"/>
    <w:rsid w:val="004E46DA"/>
    <w:rsid w:val="004E5F16"/>
    <w:rsid w:val="004F270D"/>
    <w:rsid w:val="004F38CF"/>
    <w:rsid w:val="004F39E9"/>
    <w:rsid w:val="004F3F57"/>
    <w:rsid w:val="004F465F"/>
    <w:rsid w:val="004F4FE5"/>
    <w:rsid w:val="004F690D"/>
    <w:rsid w:val="004F6A11"/>
    <w:rsid w:val="005019C2"/>
    <w:rsid w:val="00505357"/>
    <w:rsid w:val="00505FD8"/>
    <w:rsid w:val="00506E54"/>
    <w:rsid w:val="00514CA7"/>
    <w:rsid w:val="0051673E"/>
    <w:rsid w:val="00520141"/>
    <w:rsid w:val="00523974"/>
    <w:rsid w:val="00524669"/>
    <w:rsid w:val="00525418"/>
    <w:rsid w:val="005272AC"/>
    <w:rsid w:val="005314CC"/>
    <w:rsid w:val="00533862"/>
    <w:rsid w:val="00536F96"/>
    <w:rsid w:val="00540284"/>
    <w:rsid w:val="00540B2F"/>
    <w:rsid w:val="00545271"/>
    <w:rsid w:val="005503F0"/>
    <w:rsid w:val="00550933"/>
    <w:rsid w:val="0055376C"/>
    <w:rsid w:val="00554B79"/>
    <w:rsid w:val="005601C7"/>
    <w:rsid w:val="00561CB3"/>
    <w:rsid w:val="00564368"/>
    <w:rsid w:val="00571017"/>
    <w:rsid w:val="00573E35"/>
    <w:rsid w:val="00574A51"/>
    <w:rsid w:val="00574DAF"/>
    <w:rsid w:val="00577F4C"/>
    <w:rsid w:val="0058109A"/>
    <w:rsid w:val="00582E70"/>
    <w:rsid w:val="00583555"/>
    <w:rsid w:val="005839AB"/>
    <w:rsid w:val="00585100"/>
    <w:rsid w:val="005868AE"/>
    <w:rsid w:val="005963B8"/>
    <w:rsid w:val="005A01D0"/>
    <w:rsid w:val="005A03FA"/>
    <w:rsid w:val="005A3A2B"/>
    <w:rsid w:val="005A49A9"/>
    <w:rsid w:val="005A545C"/>
    <w:rsid w:val="005A75B3"/>
    <w:rsid w:val="005A7D58"/>
    <w:rsid w:val="005B3D21"/>
    <w:rsid w:val="005B3FD8"/>
    <w:rsid w:val="005C1BFD"/>
    <w:rsid w:val="005C231E"/>
    <w:rsid w:val="005C38F8"/>
    <w:rsid w:val="005C3938"/>
    <w:rsid w:val="005C7BA5"/>
    <w:rsid w:val="005D702D"/>
    <w:rsid w:val="005D75D7"/>
    <w:rsid w:val="005E138D"/>
    <w:rsid w:val="005E49EA"/>
    <w:rsid w:val="005F09E5"/>
    <w:rsid w:val="005F1265"/>
    <w:rsid w:val="005F2EBF"/>
    <w:rsid w:val="005F62AF"/>
    <w:rsid w:val="0060021E"/>
    <w:rsid w:val="006014C7"/>
    <w:rsid w:val="00602020"/>
    <w:rsid w:val="00602564"/>
    <w:rsid w:val="00603695"/>
    <w:rsid w:val="0060386D"/>
    <w:rsid w:val="006048DE"/>
    <w:rsid w:val="0060763A"/>
    <w:rsid w:val="00610493"/>
    <w:rsid w:val="00610656"/>
    <w:rsid w:val="00612E0D"/>
    <w:rsid w:val="0061337B"/>
    <w:rsid w:val="00620EAC"/>
    <w:rsid w:val="00624472"/>
    <w:rsid w:val="00626719"/>
    <w:rsid w:val="00636535"/>
    <w:rsid w:val="00637B3C"/>
    <w:rsid w:val="006426AE"/>
    <w:rsid w:val="00646FA9"/>
    <w:rsid w:val="00653EA6"/>
    <w:rsid w:val="00667D5A"/>
    <w:rsid w:val="00671B7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A7F10"/>
    <w:rsid w:val="006B0B8E"/>
    <w:rsid w:val="006B0F16"/>
    <w:rsid w:val="006B3657"/>
    <w:rsid w:val="006B5A65"/>
    <w:rsid w:val="006B6937"/>
    <w:rsid w:val="006C59BC"/>
    <w:rsid w:val="006C7164"/>
    <w:rsid w:val="006C775B"/>
    <w:rsid w:val="006D0FC8"/>
    <w:rsid w:val="006D334E"/>
    <w:rsid w:val="006D3B68"/>
    <w:rsid w:val="006D5C63"/>
    <w:rsid w:val="006D630A"/>
    <w:rsid w:val="006D6F7D"/>
    <w:rsid w:val="006E7E66"/>
    <w:rsid w:val="006F057C"/>
    <w:rsid w:val="006F3CCA"/>
    <w:rsid w:val="006F4E64"/>
    <w:rsid w:val="006F533B"/>
    <w:rsid w:val="006F5CFF"/>
    <w:rsid w:val="006F7B0A"/>
    <w:rsid w:val="00702131"/>
    <w:rsid w:val="00705BE0"/>
    <w:rsid w:val="0071445C"/>
    <w:rsid w:val="00715F74"/>
    <w:rsid w:val="00716800"/>
    <w:rsid w:val="00722641"/>
    <w:rsid w:val="007254C4"/>
    <w:rsid w:val="007258F8"/>
    <w:rsid w:val="00725E66"/>
    <w:rsid w:val="00727A02"/>
    <w:rsid w:val="00727CDB"/>
    <w:rsid w:val="0073407F"/>
    <w:rsid w:val="0073450A"/>
    <w:rsid w:val="00742E17"/>
    <w:rsid w:val="00743918"/>
    <w:rsid w:val="007455BC"/>
    <w:rsid w:val="0075138E"/>
    <w:rsid w:val="0075193C"/>
    <w:rsid w:val="00752453"/>
    <w:rsid w:val="007549D1"/>
    <w:rsid w:val="00756927"/>
    <w:rsid w:val="007607DD"/>
    <w:rsid w:val="00761285"/>
    <w:rsid w:val="00763465"/>
    <w:rsid w:val="00771286"/>
    <w:rsid w:val="00771E05"/>
    <w:rsid w:val="00773390"/>
    <w:rsid w:val="00773393"/>
    <w:rsid w:val="007742C5"/>
    <w:rsid w:val="00775A1B"/>
    <w:rsid w:val="0078364D"/>
    <w:rsid w:val="007838DC"/>
    <w:rsid w:val="00787629"/>
    <w:rsid w:val="00790911"/>
    <w:rsid w:val="00797F52"/>
    <w:rsid w:val="007A0059"/>
    <w:rsid w:val="007A1B01"/>
    <w:rsid w:val="007A3EBB"/>
    <w:rsid w:val="007A714C"/>
    <w:rsid w:val="007B7F96"/>
    <w:rsid w:val="007C04C5"/>
    <w:rsid w:val="007C05AA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E7C25"/>
    <w:rsid w:val="007F3BA0"/>
    <w:rsid w:val="007F44E9"/>
    <w:rsid w:val="007F75CA"/>
    <w:rsid w:val="0080197E"/>
    <w:rsid w:val="008033C8"/>
    <w:rsid w:val="008117A6"/>
    <w:rsid w:val="00813FA4"/>
    <w:rsid w:val="00820C13"/>
    <w:rsid w:val="00824C47"/>
    <w:rsid w:val="00825494"/>
    <w:rsid w:val="0082554A"/>
    <w:rsid w:val="00833E7C"/>
    <w:rsid w:val="008474F2"/>
    <w:rsid w:val="00850086"/>
    <w:rsid w:val="008508AB"/>
    <w:rsid w:val="00853511"/>
    <w:rsid w:val="00854855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2F1F"/>
    <w:rsid w:val="00887C3F"/>
    <w:rsid w:val="0089053C"/>
    <w:rsid w:val="008909A4"/>
    <w:rsid w:val="008916D1"/>
    <w:rsid w:val="008932EF"/>
    <w:rsid w:val="00896913"/>
    <w:rsid w:val="008A0EB2"/>
    <w:rsid w:val="008A16A2"/>
    <w:rsid w:val="008A1F42"/>
    <w:rsid w:val="008A675D"/>
    <w:rsid w:val="008B43FC"/>
    <w:rsid w:val="008B497A"/>
    <w:rsid w:val="008B516E"/>
    <w:rsid w:val="008B7116"/>
    <w:rsid w:val="008B76FA"/>
    <w:rsid w:val="008C33AB"/>
    <w:rsid w:val="008C5BA6"/>
    <w:rsid w:val="008C647A"/>
    <w:rsid w:val="008D063D"/>
    <w:rsid w:val="008D204E"/>
    <w:rsid w:val="008D433D"/>
    <w:rsid w:val="008E44B5"/>
    <w:rsid w:val="008E6C99"/>
    <w:rsid w:val="008F12FB"/>
    <w:rsid w:val="008F28A0"/>
    <w:rsid w:val="008F3257"/>
    <w:rsid w:val="008F388D"/>
    <w:rsid w:val="008F3938"/>
    <w:rsid w:val="00903889"/>
    <w:rsid w:val="00913028"/>
    <w:rsid w:val="00915BD4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3051"/>
    <w:rsid w:val="009547FB"/>
    <w:rsid w:val="009562FE"/>
    <w:rsid w:val="00957506"/>
    <w:rsid w:val="00957D05"/>
    <w:rsid w:val="00960518"/>
    <w:rsid w:val="00960FDD"/>
    <w:rsid w:val="00962355"/>
    <w:rsid w:val="009703DF"/>
    <w:rsid w:val="00972E2A"/>
    <w:rsid w:val="00973D62"/>
    <w:rsid w:val="00973EF2"/>
    <w:rsid w:val="009768E6"/>
    <w:rsid w:val="0098183B"/>
    <w:rsid w:val="00983183"/>
    <w:rsid w:val="009847D6"/>
    <w:rsid w:val="0098659A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235C"/>
    <w:rsid w:val="009C7580"/>
    <w:rsid w:val="009D0F6E"/>
    <w:rsid w:val="009D13C0"/>
    <w:rsid w:val="009D5062"/>
    <w:rsid w:val="009D50D4"/>
    <w:rsid w:val="009D512F"/>
    <w:rsid w:val="009D71C8"/>
    <w:rsid w:val="009E0269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0F2B"/>
    <w:rsid w:val="00A21A8C"/>
    <w:rsid w:val="00A23B79"/>
    <w:rsid w:val="00A27B64"/>
    <w:rsid w:val="00A349F1"/>
    <w:rsid w:val="00A36CE6"/>
    <w:rsid w:val="00A46B01"/>
    <w:rsid w:val="00A47BDA"/>
    <w:rsid w:val="00A54766"/>
    <w:rsid w:val="00A56857"/>
    <w:rsid w:val="00A60094"/>
    <w:rsid w:val="00A637AB"/>
    <w:rsid w:val="00A674FA"/>
    <w:rsid w:val="00A75941"/>
    <w:rsid w:val="00A7752F"/>
    <w:rsid w:val="00A90B91"/>
    <w:rsid w:val="00A92CB9"/>
    <w:rsid w:val="00AA0EE8"/>
    <w:rsid w:val="00AA1A54"/>
    <w:rsid w:val="00AA3160"/>
    <w:rsid w:val="00AA5EB3"/>
    <w:rsid w:val="00AA7A61"/>
    <w:rsid w:val="00AB0251"/>
    <w:rsid w:val="00AB0593"/>
    <w:rsid w:val="00AB2F12"/>
    <w:rsid w:val="00AB3455"/>
    <w:rsid w:val="00AB46EE"/>
    <w:rsid w:val="00AB54C2"/>
    <w:rsid w:val="00AC24F9"/>
    <w:rsid w:val="00AC353E"/>
    <w:rsid w:val="00AC712C"/>
    <w:rsid w:val="00AD2FEA"/>
    <w:rsid w:val="00AD483E"/>
    <w:rsid w:val="00AD508D"/>
    <w:rsid w:val="00AD6B47"/>
    <w:rsid w:val="00AE0269"/>
    <w:rsid w:val="00AE1643"/>
    <w:rsid w:val="00AE258C"/>
    <w:rsid w:val="00AE3EBB"/>
    <w:rsid w:val="00AF4370"/>
    <w:rsid w:val="00AF6CA1"/>
    <w:rsid w:val="00B0045C"/>
    <w:rsid w:val="00B03E42"/>
    <w:rsid w:val="00B10E9F"/>
    <w:rsid w:val="00B110CA"/>
    <w:rsid w:val="00B12059"/>
    <w:rsid w:val="00B12B3B"/>
    <w:rsid w:val="00B14545"/>
    <w:rsid w:val="00B26E47"/>
    <w:rsid w:val="00B32B52"/>
    <w:rsid w:val="00B36D12"/>
    <w:rsid w:val="00B36D76"/>
    <w:rsid w:val="00B41037"/>
    <w:rsid w:val="00B43A99"/>
    <w:rsid w:val="00B4723C"/>
    <w:rsid w:val="00B50826"/>
    <w:rsid w:val="00B551E7"/>
    <w:rsid w:val="00B56DA7"/>
    <w:rsid w:val="00B57E0F"/>
    <w:rsid w:val="00B63A26"/>
    <w:rsid w:val="00B65326"/>
    <w:rsid w:val="00B70DDF"/>
    <w:rsid w:val="00B7377C"/>
    <w:rsid w:val="00B75336"/>
    <w:rsid w:val="00B75CEF"/>
    <w:rsid w:val="00B94081"/>
    <w:rsid w:val="00B94ACE"/>
    <w:rsid w:val="00B961AA"/>
    <w:rsid w:val="00B97721"/>
    <w:rsid w:val="00BA00C2"/>
    <w:rsid w:val="00BA0766"/>
    <w:rsid w:val="00BA1565"/>
    <w:rsid w:val="00BA2780"/>
    <w:rsid w:val="00BA2AC7"/>
    <w:rsid w:val="00BA7268"/>
    <w:rsid w:val="00BB0CEC"/>
    <w:rsid w:val="00BB0EC7"/>
    <w:rsid w:val="00BB3F3E"/>
    <w:rsid w:val="00BC1D7D"/>
    <w:rsid w:val="00BC2A57"/>
    <w:rsid w:val="00BC44DF"/>
    <w:rsid w:val="00BC582C"/>
    <w:rsid w:val="00BC6D26"/>
    <w:rsid w:val="00BD1CF8"/>
    <w:rsid w:val="00BD1F36"/>
    <w:rsid w:val="00BD20F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264C0"/>
    <w:rsid w:val="00C300E4"/>
    <w:rsid w:val="00C30767"/>
    <w:rsid w:val="00C36E68"/>
    <w:rsid w:val="00C40146"/>
    <w:rsid w:val="00C4056C"/>
    <w:rsid w:val="00C42806"/>
    <w:rsid w:val="00C42F66"/>
    <w:rsid w:val="00C43C9A"/>
    <w:rsid w:val="00C4476D"/>
    <w:rsid w:val="00C44D39"/>
    <w:rsid w:val="00C45509"/>
    <w:rsid w:val="00C52CD3"/>
    <w:rsid w:val="00C61E4F"/>
    <w:rsid w:val="00C639F4"/>
    <w:rsid w:val="00C66E09"/>
    <w:rsid w:val="00C7053D"/>
    <w:rsid w:val="00C76263"/>
    <w:rsid w:val="00C77A37"/>
    <w:rsid w:val="00C77FE8"/>
    <w:rsid w:val="00C85055"/>
    <w:rsid w:val="00C9733E"/>
    <w:rsid w:val="00CA271D"/>
    <w:rsid w:val="00CA2ADF"/>
    <w:rsid w:val="00CA3748"/>
    <w:rsid w:val="00CA6358"/>
    <w:rsid w:val="00CA759E"/>
    <w:rsid w:val="00CA762C"/>
    <w:rsid w:val="00CB162A"/>
    <w:rsid w:val="00CB2BAB"/>
    <w:rsid w:val="00CB2BE1"/>
    <w:rsid w:val="00CB5E8C"/>
    <w:rsid w:val="00CB62D1"/>
    <w:rsid w:val="00CC0124"/>
    <w:rsid w:val="00CC0F1F"/>
    <w:rsid w:val="00CC3018"/>
    <w:rsid w:val="00CD1649"/>
    <w:rsid w:val="00CE1306"/>
    <w:rsid w:val="00CE52C6"/>
    <w:rsid w:val="00CE5D7B"/>
    <w:rsid w:val="00CF31DE"/>
    <w:rsid w:val="00CF5F51"/>
    <w:rsid w:val="00D01D72"/>
    <w:rsid w:val="00D02893"/>
    <w:rsid w:val="00D0426E"/>
    <w:rsid w:val="00D064C7"/>
    <w:rsid w:val="00D06722"/>
    <w:rsid w:val="00D0733A"/>
    <w:rsid w:val="00D07B69"/>
    <w:rsid w:val="00D14AD9"/>
    <w:rsid w:val="00D14EB1"/>
    <w:rsid w:val="00D16CA1"/>
    <w:rsid w:val="00D2072E"/>
    <w:rsid w:val="00D233C7"/>
    <w:rsid w:val="00D2452C"/>
    <w:rsid w:val="00D26006"/>
    <w:rsid w:val="00D308F2"/>
    <w:rsid w:val="00D3484F"/>
    <w:rsid w:val="00D41495"/>
    <w:rsid w:val="00D43AC0"/>
    <w:rsid w:val="00D43E65"/>
    <w:rsid w:val="00D450DE"/>
    <w:rsid w:val="00D45829"/>
    <w:rsid w:val="00D45C81"/>
    <w:rsid w:val="00D507D5"/>
    <w:rsid w:val="00D5430F"/>
    <w:rsid w:val="00D564F1"/>
    <w:rsid w:val="00D57B02"/>
    <w:rsid w:val="00D665FD"/>
    <w:rsid w:val="00D67CC1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12B1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4DCF"/>
    <w:rsid w:val="00E07978"/>
    <w:rsid w:val="00E101CD"/>
    <w:rsid w:val="00E1196F"/>
    <w:rsid w:val="00E11F92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5E20"/>
    <w:rsid w:val="00E57A5E"/>
    <w:rsid w:val="00E66579"/>
    <w:rsid w:val="00E66CFD"/>
    <w:rsid w:val="00E702AD"/>
    <w:rsid w:val="00E721EC"/>
    <w:rsid w:val="00E86928"/>
    <w:rsid w:val="00E86C30"/>
    <w:rsid w:val="00E90791"/>
    <w:rsid w:val="00E90C30"/>
    <w:rsid w:val="00E915C0"/>
    <w:rsid w:val="00E92976"/>
    <w:rsid w:val="00E96829"/>
    <w:rsid w:val="00EA03E7"/>
    <w:rsid w:val="00EB04D6"/>
    <w:rsid w:val="00EB11B5"/>
    <w:rsid w:val="00EB13C3"/>
    <w:rsid w:val="00EB54A7"/>
    <w:rsid w:val="00EC14EE"/>
    <w:rsid w:val="00EC3D07"/>
    <w:rsid w:val="00EC66C9"/>
    <w:rsid w:val="00EC75D8"/>
    <w:rsid w:val="00ED1534"/>
    <w:rsid w:val="00ED2065"/>
    <w:rsid w:val="00ED4469"/>
    <w:rsid w:val="00EE026C"/>
    <w:rsid w:val="00EE448C"/>
    <w:rsid w:val="00EF25D7"/>
    <w:rsid w:val="00EF28D9"/>
    <w:rsid w:val="00EF36D6"/>
    <w:rsid w:val="00EF3DED"/>
    <w:rsid w:val="00EF58D0"/>
    <w:rsid w:val="00F04330"/>
    <w:rsid w:val="00F10923"/>
    <w:rsid w:val="00F11EA8"/>
    <w:rsid w:val="00F131BF"/>
    <w:rsid w:val="00F15ACC"/>
    <w:rsid w:val="00F22AE2"/>
    <w:rsid w:val="00F22C0E"/>
    <w:rsid w:val="00F2415F"/>
    <w:rsid w:val="00F272DB"/>
    <w:rsid w:val="00F27823"/>
    <w:rsid w:val="00F27895"/>
    <w:rsid w:val="00F34C03"/>
    <w:rsid w:val="00F3557C"/>
    <w:rsid w:val="00F36657"/>
    <w:rsid w:val="00F37B5D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20E4"/>
    <w:rsid w:val="00F73A30"/>
    <w:rsid w:val="00F73DA3"/>
    <w:rsid w:val="00F74614"/>
    <w:rsid w:val="00F86670"/>
    <w:rsid w:val="00F91BFF"/>
    <w:rsid w:val="00F92A6B"/>
    <w:rsid w:val="00F93D57"/>
    <w:rsid w:val="00F94133"/>
    <w:rsid w:val="00FA071F"/>
    <w:rsid w:val="00FA0F52"/>
    <w:rsid w:val="00FA1BA1"/>
    <w:rsid w:val="00FA366E"/>
    <w:rsid w:val="00FA3CFC"/>
    <w:rsid w:val="00FA6FD7"/>
    <w:rsid w:val="00FA7A0B"/>
    <w:rsid w:val="00FB00FA"/>
    <w:rsid w:val="00FC1C13"/>
    <w:rsid w:val="00FC1CAD"/>
    <w:rsid w:val="00FC37AF"/>
    <w:rsid w:val="00FE1609"/>
    <w:rsid w:val="00FE28F8"/>
    <w:rsid w:val="00FE3B6B"/>
    <w:rsid w:val="00FE58F3"/>
    <w:rsid w:val="00FE6FDD"/>
    <w:rsid w:val="00FF08B2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3A524-F104-4E79-88FD-E0F798D7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121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2018-05-21T19:37:00Z</cp:lastPrinted>
  <dcterms:created xsi:type="dcterms:W3CDTF">2018-08-13T14:40:00Z</dcterms:created>
  <dcterms:modified xsi:type="dcterms:W3CDTF">2018-08-13T14:44:00Z</dcterms:modified>
</cp:coreProperties>
</file>